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3EE3692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s názvem </w:t>
      </w:r>
      <w:r w:rsidR="0031280B" w:rsidRPr="00374DD0">
        <w:rPr>
          <w:b/>
          <w:color w:val="FF5200" w:themeColor="accent2"/>
          <w:sz w:val="36"/>
          <w:szCs w:val="36"/>
        </w:rPr>
        <w:t>„</w:t>
      </w:r>
      <w:r w:rsidR="00374DD0" w:rsidRPr="00374DD0">
        <w:rPr>
          <w:b/>
          <w:color w:val="FF5200" w:themeColor="accent2"/>
          <w:sz w:val="36"/>
          <w:szCs w:val="36"/>
        </w:rPr>
        <w:t xml:space="preserve">Úprava společných prostor </w:t>
      </w:r>
      <w:proofErr w:type="spellStart"/>
      <w:r w:rsidR="00374DD0" w:rsidRPr="00374DD0">
        <w:rPr>
          <w:b/>
          <w:color w:val="FF5200" w:themeColor="accent2"/>
          <w:sz w:val="36"/>
          <w:szCs w:val="36"/>
        </w:rPr>
        <w:t>obj</w:t>
      </w:r>
      <w:proofErr w:type="spellEnd"/>
      <w:r w:rsidR="00374DD0" w:rsidRPr="00374DD0">
        <w:rPr>
          <w:b/>
          <w:color w:val="FF5200" w:themeColor="accent2"/>
          <w:sz w:val="36"/>
          <w:szCs w:val="36"/>
        </w:rPr>
        <w:t xml:space="preserve">. </w:t>
      </w:r>
      <w:r w:rsidR="00374DD0" w:rsidRPr="00FB5B41">
        <w:rPr>
          <w:b/>
          <w:color w:val="FF5200" w:themeColor="accent2"/>
          <w:sz w:val="36"/>
          <w:szCs w:val="36"/>
        </w:rPr>
        <w:t>Křižíkova</w:t>
      </w:r>
      <w:r w:rsidR="0031280B" w:rsidRPr="00FB5B41">
        <w:rPr>
          <w:b/>
          <w:color w:val="FF5200" w:themeColor="accent2"/>
          <w:sz w:val="36"/>
          <w:szCs w:val="36"/>
        </w:rPr>
        <w:t>“</w:t>
      </w:r>
      <w:r w:rsidR="000128D4" w:rsidRPr="00FB5B41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FB5B4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FB5B41" w:rsidRPr="00FB5B41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50766/2024-SŽ-GŘ-O8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2AC5E9BA" w14:textId="2C2E03DD" w:rsidR="00FB5B41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73742749" w:history="1">
            <w:r w:rsidR="00FB5B41" w:rsidRPr="00941F12">
              <w:rPr>
                <w:rStyle w:val="Hypertextovodkaz"/>
                <w:noProof/>
              </w:rPr>
              <w:t>Kapitola 1.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Základní údaje k nabídce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_Toc173742749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2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05A44743" w14:textId="07B9C757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0" w:history="1">
            <w:r w:rsidR="00FB5B41" w:rsidRPr="00941F12">
              <w:rPr>
                <w:rStyle w:val="Hypertextovodkaz"/>
                <w:noProof/>
              </w:rPr>
              <w:t>Kapitola 2.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Ceník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_Toc173742750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3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0A4E7BC8" w14:textId="2F6BDBFC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1" w:history="1">
            <w:r w:rsidR="00FB5B41" w:rsidRPr="00941F12">
              <w:rPr>
                <w:rStyle w:val="Hypertextovodkaz"/>
                <w:noProof/>
              </w:rPr>
              <w:t>Kapitola 3.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Čestné prohlášení o splnění základní způsobilosti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_Toc173742751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4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7FEF6219" w14:textId="38288DFF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2" w:history="1">
            <w:r w:rsidR="00FB5B41" w:rsidRPr="00941F12">
              <w:rPr>
                <w:rStyle w:val="Hypertextovodkaz"/>
                <w:noProof/>
              </w:rPr>
              <w:t>Kapitola 4.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Čestné prohlášení účastníka o střetu zájmů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_Toc173742752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5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1D934D00" w14:textId="0B60A4A5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3" w:history="1">
            <w:r w:rsidR="00FB5B41" w:rsidRPr="00941F12">
              <w:rPr>
                <w:rStyle w:val="Hypertextovodkaz"/>
                <w:noProof/>
              </w:rPr>
              <w:t>Kapitola 5.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Čestné prohlášení účastníka k neuzavření zakázaných dohod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_Toc173742753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6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36FDAC7A" w14:textId="2973C4C5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4" w:history="1">
            <w:r w:rsidR="00FB5B41" w:rsidRPr="00941F12">
              <w:rPr>
                <w:rStyle w:val="Hypertextovodkaz"/>
                <w:rFonts w:eastAsia="Times New Roman"/>
                <w:noProof/>
              </w:rPr>
              <w:t>Kapitola 6.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Čestné</w:t>
            </w:r>
            <w:r w:rsidR="00FB5B41" w:rsidRPr="00941F12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_Toc173742754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7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3CCE95FE" w14:textId="6446EFD9" w:rsidR="00FB5B41" w:rsidRDefault="003E2032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73742755" w:history="1">
            <w:r w:rsidR="00FB5B41" w:rsidRPr="00941F12">
              <w:rPr>
                <w:rStyle w:val="Hypertextovodkaz"/>
                <w:noProof/>
              </w:rPr>
              <w:t>Kapitola 7.</w:t>
            </w:r>
            <w:r w:rsidR="00FB5B41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FB5B41" w:rsidRPr="00941F12">
              <w:rPr>
                <w:rStyle w:val="Hypertextovodkaz"/>
                <w:noProof/>
              </w:rPr>
              <w:t>Čestné prohlášení o splnění technické kvalifikace</w:t>
            </w:r>
            <w:r w:rsidR="00FB5B41">
              <w:rPr>
                <w:noProof/>
                <w:webHidden/>
              </w:rPr>
              <w:tab/>
            </w:r>
            <w:r w:rsidR="00FB5B41">
              <w:rPr>
                <w:noProof/>
                <w:webHidden/>
              </w:rPr>
              <w:fldChar w:fldCharType="begin"/>
            </w:r>
            <w:r w:rsidR="00FB5B41">
              <w:rPr>
                <w:noProof/>
                <w:webHidden/>
              </w:rPr>
              <w:instrText xml:space="preserve"> PAGEREF _Toc173742755 \h </w:instrText>
            </w:r>
            <w:r w:rsidR="00FB5B41">
              <w:rPr>
                <w:noProof/>
                <w:webHidden/>
              </w:rPr>
            </w:r>
            <w:r w:rsidR="00FB5B41">
              <w:rPr>
                <w:noProof/>
                <w:webHidden/>
              </w:rPr>
              <w:fldChar w:fldCharType="separate"/>
            </w:r>
            <w:r w:rsidR="00FB5B41">
              <w:rPr>
                <w:noProof/>
                <w:webHidden/>
              </w:rPr>
              <w:t>8</w:t>
            </w:r>
            <w:r w:rsidR="00FB5B41">
              <w:rPr>
                <w:noProof/>
                <w:webHidden/>
              </w:rPr>
              <w:fldChar w:fldCharType="end"/>
            </w:r>
          </w:hyperlink>
        </w:p>
        <w:p w14:paraId="218BAFDF" w14:textId="5C5D0AA9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73742749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E3547F5" w:rsidR="00A93A74" w:rsidRDefault="00A93A74" w:rsidP="00A134A1">
      <w:pPr>
        <w:spacing w:before="360"/>
      </w:pPr>
      <w:r>
        <w:t xml:space="preserve">Účastník prohlašuje, že veškeré údaje uvedené v tomto krycím listu, který je přílohou č. </w:t>
      </w:r>
      <w:r w:rsidR="00B87D91">
        <w:t xml:space="preserve">1 </w:t>
      </w:r>
      <w:r>
        <w:t>Výzvy k podání nabíd</w:t>
      </w:r>
      <w:r w:rsidR="004C76E9">
        <w:t>ky</w:t>
      </w:r>
      <w:r>
        <w:t xml:space="preserve"> na veřejnou zakázku zadávanou</w:t>
      </w:r>
      <w:r w:rsidR="004C76E9">
        <w:t xml:space="preserve"> jako </w:t>
      </w:r>
      <w:r w:rsidR="000128D4" w:rsidRPr="00374DD0">
        <w:rPr>
          <w:rFonts w:eastAsia="Times New Roman" w:cs="Times New Roman"/>
          <w:lang w:eastAsia="cs-CZ"/>
        </w:rPr>
        <w:t>podlimitní sektorovou veřejnou zakázku</w:t>
      </w:r>
      <w:r w:rsidRPr="00374DD0">
        <w:t>,</w:t>
      </w:r>
      <w:r>
        <w:t xml:space="preserve"> jsou pravdivé</w:t>
      </w:r>
      <w:r w:rsidR="009771C9">
        <w:t>, úplné a odpovídají skutečnosti</w:t>
      </w:r>
      <w:r>
        <w:t xml:space="preserve">. Účastník si je vědom důsledků záměrného uvedení nepravdivých údajů, které v rovině tohoto </w:t>
      </w:r>
      <w:r w:rsidR="00626DB3">
        <w:t xml:space="preserve">výběrového </w:t>
      </w:r>
      <w:r>
        <w:t xml:space="preserve">řízení </w:t>
      </w:r>
      <w:r w:rsidR="009771C9">
        <w:t>mohou vést až k</w:t>
      </w:r>
      <w:r>
        <w:t xml:space="preserve"> vyloučení Účastníka z </w:t>
      </w:r>
      <w:r w:rsidR="00626DB3">
        <w:t xml:space="preserve">výběrového </w:t>
      </w:r>
      <w:r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3E2032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3E2032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73742750"/>
      <w:r>
        <w:lastRenderedPageBreak/>
        <w:t>Ceník</w:t>
      </w:r>
      <w:bookmarkEnd w:id="1"/>
    </w:p>
    <w:p w14:paraId="3E5E9B0F" w14:textId="1F80F854" w:rsidR="007E5951" w:rsidRPr="002072A0" w:rsidRDefault="002072A0" w:rsidP="007E5951">
      <w:pPr>
        <w:rPr>
          <w:rStyle w:val="Siln"/>
          <w:b w:val="0"/>
          <w:bCs w:val="0"/>
        </w:rPr>
      </w:pPr>
      <w:r w:rsidRPr="00FB5B41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FB5B41">
        <w:rPr>
          <w:rStyle w:val="Siln"/>
          <w:b w:val="0"/>
          <w:bCs w:val="0"/>
        </w:rPr>
        <w:t>2</w:t>
      </w:r>
      <w:r w:rsidRPr="00FB5B41">
        <w:rPr>
          <w:rStyle w:val="Siln"/>
          <w:b w:val="0"/>
          <w:bCs w:val="0"/>
        </w:rPr>
        <w:t xml:space="preserve"> </w:t>
      </w:r>
      <w:r w:rsidR="001E0266" w:rsidRPr="00FB5B41">
        <w:rPr>
          <w:rStyle w:val="Siln"/>
          <w:b w:val="0"/>
          <w:bCs w:val="0"/>
          <w:i/>
          <w:iCs/>
        </w:rPr>
        <w:t xml:space="preserve">Závazného vzoru </w:t>
      </w:r>
      <w:r w:rsidR="00FB5B41" w:rsidRPr="00FB5B41">
        <w:rPr>
          <w:rStyle w:val="Siln"/>
          <w:b w:val="0"/>
          <w:bCs w:val="0"/>
          <w:i/>
          <w:iCs/>
        </w:rPr>
        <w:t>Smlouvy o dílo</w:t>
      </w:r>
      <w:r w:rsidRPr="00FB5B41">
        <w:rPr>
          <w:rStyle w:val="Siln"/>
          <w:b w:val="0"/>
          <w:bCs w:val="0"/>
        </w:rPr>
        <w:t>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73742751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73742752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73742753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73742754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73742755"/>
      <w:r w:rsidRPr="00E85D44">
        <w:t>Čestné prohlášení o splnění technické kvalifikace</w:t>
      </w:r>
      <w:bookmarkEnd w:id="6"/>
    </w:p>
    <w:p w14:paraId="71002640" w14:textId="76F79652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</w:t>
      </w:r>
      <w:r w:rsidR="00EA4D81">
        <w:rPr>
          <w:lang w:eastAsia="cs-CZ"/>
        </w:rPr>
        <w:t>ch</w:t>
      </w:r>
      <w:r w:rsidR="00E85D44">
        <w:rPr>
          <w:lang w:eastAsia="cs-CZ"/>
        </w:rPr>
        <w:t xml:space="preserve"> </w:t>
      </w:r>
      <w:r w:rsidR="00EA4D81">
        <w:rPr>
          <w:lang w:eastAsia="cs-CZ"/>
        </w:rPr>
        <w:t xml:space="preserve">5 let </w:t>
      </w:r>
      <w:r w:rsidR="00E85D44">
        <w:rPr>
          <w:lang w:eastAsia="cs-CZ"/>
        </w:rPr>
        <w:t xml:space="preserve">před </w:t>
      </w:r>
      <w:r w:rsidR="00E85D44" w:rsidRPr="00374DD0">
        <w:rPr>
          <w:lang w:eastAsia="cs-CZ"/>
        </w:rPr>
        <w:t xml:space="preserve">zahájením </w:t>
      </w:r>
      <w:r w:rsidR="00A63D48" w:rsidRPr="00374DD0">
        <w:rPr>
          <w:lang w:eastAsia="cs-CZ"/>
        </w:rPr>
        <w:t xml:space="preserve">výběrového </w:t>
      </w:r>
      <w:r w:rsidR="00E85D44" w:rsidRPr="00374DD0">
        <w:rPr>
          <w:lang w:eastAsia="cs-CZ"/>
        </w:rPr>
        <w:t xml:space="preserve">řízení poskytoval alespoň </w:t>
      </w:r>
      <w:r w:rsidR="00374DD0" w:rsidRPr="00374DD0">
        <w:rPr>
          <w:lang w:eastAsia="cs-CZ"/>
        </w:rPr>
        <w:t>3</w:t>
      </w:r>
      <w:r w:rsidR="00E85D44" w:rsidRPr="00374DD0">
        <w:rPr>
          <w:lang w:eastAsia="cs-CZ"/>
        </w:rPr>
        <w:t xml:space="preserve"> významn</w:t>
      </w:r>
      <w:r w:rsidR="00374DD0" w:rsidRPr="00374DD0">
        <w:rPr>
          <w:lang w:eastAsia="cs-CZ"/>
        </w:rPr>
        <w:t>é</w:t>
      </w:r>
      <w:r w:rsidR="00E85D44" w:rsidRPr="00374DD0">
        <w:rPr>
          <w:lang w:eastAsia="cs-CZ"/>
        </w:rPr>
        <w:t xml:space="preserve"> </w:t>
      </w:r>
      <w:r w:rsidR="00374DD0" w:rsidRPr="00374DD0">
        <w:rPr>
          <w:lang w:eastAsia="cs-CZ"/>
        </w:rPr>
        <w:t>stavební práce</w:t>
      </w:r>
      <w:r w:rsidR="00E85D44" w:rsidRPr="00374DD0">
        <w:rPr>
          <w:lang w:eastAsia="cs-CZ"/>
        </w:rPr>
        <w:t xml:space="preserve"> definovan</w:t>
      </w:r>
      <w:r w:rsidR="00374DD0" w:rsidRPr="00374DD0">
        <w:rPr>
          <w:lang w:eastAsia="cs-CZ"/>
        </w:rPr>
        <w:t>é</w:t>
      </w:r>
      <w:r w:rsidR="00E85D44" w:rsidRPr="00374DD0">
        <w:rPr>
          <w:lang w:eastAsia="cs-CZ"/>
        </w:rPr>
        <w:t xml:space="preserve"> v čl. </w:t>
      </w:r>
      <w:r w:rsidR="00374DD0" w:rsidRPr="00374DD0">
        <w:rPr>
          <w:lang w:eastAsia="cs-CZ"/>
        </w:rPr>
        <w:t>9.5.</w:t>
      </w:r>
      <w:r w:rsidR="00E85D44" w:rsidRPr="00374DD0">
        <w:rPr>
          <w:lang w:eastAsia="cs-CZ"/>
        </w:rPr>
        <w:t xml:space="preserve"> </w:t>
      </w:r>
      <w:r w:rsidR="00B87D91" w:rsidRPr="00374DD0">
        <w:rPr>
          <w:lang w:eastAsia="cs-CZ"/>
        </w:rPr>
        <w:t>V</w:t>
      </w:r>
      <w:r w:rsidR="00E85D44" w:rsidRPr="00374DD0">
        <w:rPr>
          <w:lang w:eastAsia="cs-CZ"/>
        </w:rPr>
        <w:t>ýzvy k podání nabídky za každou hodnotě</w:t>
      </w:r>
      <w:r w:rsidR="006D0FD6">
        <w:rPr>
          <w:lang w:eastAsia="cs-CZ"/>
        </w:rPr>
        <w:t xml:space="preserve"> min.</w:t>
      </w:r>
      <w:r w:rsidR="00E85D44" w:rsidRPr="00374DD0">
        <w:rPr>
          <w:lang w:eastAsia="cs-CZ"/>
        </w:rPr>
        <w:t xml:space="preserve"> </w:t>
      </w:r>
      <w:r w:rsidR="00D36B10">
        <w:rPr>
          <w:lang w:eastAsia="cs-CZ"/>
        </w:rPr>
        <w:t>1</w:t>
      </w:r>
      <w:r w:rsidR="00D36B10" w:rsidRPr="00374DD0">
        <w:rPr>
          <w:lang w:eastAsia="cs-CZ"/>
        </w:rPr>
        <w:t> </w:t>
      </w:r>
      <w:r w:rsidR="00374DD0" w:rsidRPr="00374DD0">
        <w:rPr>
          <w:lang w:eastAsia="cs-CZ"/>
        </w:rPr>
        <w:t>000 000,-</w:t>
      </w:r>
      <w:r w:rsidR="00E85D44" w:rsidRPr="00374DD0">
        <w:rPr>
          <w:lang w:eastAsia="cs-CZ"/>
        </w:rPr>
        <w:t xml:space="preserve"> Kč bez DPH.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E85D44" w14:paraId="403E89B3" w14:textId="77777777" w:rsidTr="00A327C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2A4C6FBE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Objednatel </w:t>
            </w:r>
            <w:r w:rsidR="00EA4D81">
              <w:rPr>
                <w:rStyle w:val="Siln"/>
              </w:rPr>
              <w:t>stavební práce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1679E38" w:rsidR="00E85D44" w:rsidRDefault="00E85D44" w:rsidP="00EA4D81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kontakt k ověření realizované </w:t>
            </w:r>
            <w:r w:rsidR="00EA4D81">
              <w:rPr>
                <w:rFonts w:eastAsia="Times New Roman" w:cs="Times New Roman"/>
                <w:spacing w:val="-6"/>
                <w:lang w:eastAsia="cs-CZ"/>
              </w:rPr>
              <w:t>stavební práce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47971CF4" w14:textId="0F2DAE27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</w:t>
            </w:r>
            <w:r w:rsidR="00EA4D81">
              <w:rPr>
                <w:rStyle w:val="Siln"/>
              </w:rPr>
              <w:t>stavební práce</w:t>
            </w:r>
            <w:r w:rsidRPr="00471B29">
              <w:rPr>
                <w:rStyle w:val="Siln"/>
              </w:rPr>
              <w:t xml:space="preserve"> </w:t>
            </w:r>
          </w:p>
          <w:p w14:paraId="0B3E9702" w14:textId="77777777" w:rsidR="00E85D44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B33DD72" w14:textId="667EBF8B" w:rsidR="00E85D44" w:rsidRPr="00471B29" w:rsidRDefault="00E85D44" w:rsidP="00A327C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Celkový finanční objem </w:t>
            </w:r>
            <w:r w:rsidR="00374DD0">
              <w:rPr>
                <w:rStyle w:val="Siln"/>
              </w:rPr>
              <w:t>stavební práce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E85D44" w:rsidRPr="00471B29" w:rsidRDefault="00E85D44" w:rsidP="00A327CB">
            <w:pPr>
              <w:suppressAutoHyphens/>
              <w:spacing w:line="216" w:lineRule="auto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7C7C1DF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 xml:space="preserve">(datum od-do, v rámci </w:t>
            </w:r>
            <w:r w:rsidR="00B14135">
              <w:rPr>
                <w:rStyle w:val="Siln"/>
              </w:rPr>
              <w:t>5</w:t>
            </w:r>
            <w:r w:rsidRPr="00471B29">
              <w:rPr>
                <w:rStyle w:val="Siln"/>
              </w:rPr>
              <w:t xml:space="preserve"> kalendářních let nazpět před zahájením </w:t>
            </w:r>
            <w:r w:rsidR="00A63D48" w:rsidRPr="00471B29">
              <w:rPr>
                <w:rStyle w:val="Siln"/>
              </w:rPr>
              <w:t xml:space="preserve">výběrového </w:t>
            </w:r>
            <w:r w:rsidRPr="00471B29">
              <w:rPr>
                <w:rStyle w:val="Siln"/>
              </w:rPr>
              <w:t>řízení)</w:t>
            </w:r>
          </w:p>
        </w:tc>
      </w:tr>
      <w:tr w:rsidR="00E85D44" w14:paraId="06926E11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356D39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EABEB57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47034F6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E85D44" w14:paraId="5FA138AC" w14:textId="77777777" w:rsidTr="00A327C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95335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08DEFD5A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DAA2562" w14:textId="77777777" w:rsidR="00E85D44" w:rsidRDefault="00E85D44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690994" w14:textId="77777777" w:rsidR="00E85D44" w:rsidRDefault="00E85D44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374DD0" w14:paraId="1FEED93E" w14:textId="77777777" w:rsidTr="00374DD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auto"/>
          </w:tcPr>
          <w:p w14:paraId="29CCD590" w14:textId="77777777" w:rsidR="00374DD0" w:rsidRDefault="00374DD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229C111" w14:textId="77777777" w:rsidR="00374DD0" w:rsidRDefault="00374DD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6E07528" w14:textId="77777777" w:rsidR="00374DD0" w:rsidRDefault="00374DD0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BFB3A0C" w14:textId="77777777" w:rsidR="00374DD0" w:rsidRDefault="00374DD0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46ACDE46" w:rsidR="00F44645" w:rsidRDefault="00F44645">
      <w:pPr>
        <w:rPr>
          <w:rFonts w:eastAsia="Times New Roman" w:cs="Times New Roman"/>
          <w:lang w:eastAsia="cs-CZ"/>
        </w:rPr>
      </w:pPr>
    </w:p>
    <w:p w14:paraId="0B34B067" w14:textId="77777777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55A3CE" w14:textId="77777777" w:rsidR="003542C2" w:rsidRDefault="003542C2" w:rsidP="00962258">
      <w:pPr>
        <w:spacing w:after="0" w:line="240" w:lineRule="auto"/>
      </w:pPr>
      <w:r>
        <w:separator/>
      </w:r>
    </w:p>
  </w:endnote>
  <w:endnote w:type="continuationSeparator" w:id="0">
    <w:p w14:paraId="63401947" w14:textId="77777777" w:rsidR="003542C2" w:rsidRDefault="003542C2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42A0A9C6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7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96E18E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59C863B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2E5EBC2C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04EBDB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C0297BF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70094AE6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D0FD6">
            <w:rPr>
              <w:rStyle w:val="slostrnky"/>
              <w:noProof/>
            </w:rPr>
            <w:t>8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AB43D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F306F4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BEA2D5" w14:textId="77777777" w:rsidR="003542C2" w:rsidRDefault="003542C2" w:rsidP="00962258">
      <w:pPr>
        <w:spacing w:after="0" w:line="240" w:lineRule="auto"/>
      </w:pPr>
      <w:r>
        <w:separator/>
      </w:r>
    </w:p>
  </w:footnote>
  <w:footnote w:type="continuationSeparator" w:id="0">
    <w:p w14:paraId="45E12FE8" w14:textId="77777777" w:rsidR="003542C2" w:rsidRDefault="003542C2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proofErr w:type="spellStart"/>
      <w:r w:rsidRPr="00471B29">
        <w:rPr>
          <w:rStyle w:val="Tunpoznmkypodarou"/>
        </w:rPr>
        <w:t>eldentity</w:t>
      </w:r>
      <w:proofErr w:type="spellEnd"/>
      <w:r w:rsidRPr="00471B29">
        <w:rPr>
          <w:rStyle w:val="Tunpoznmkypodarou"/>
        </w:rPr>
        <w:t xml:space="preserve">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AC5D76" w14:textId="74726512" w:rsidR="00A327CB" w:rsidRPr="00460660" w:rsidRDefault="00A327CB" w:rsidP="007E5951">
    <w:pPr>
      <w:pStyle w:val="Zhlav"/>
      <w:rPr>
        <w:sz w:val="2"/>
        <w:szCs w:val="2"/>
      </w:rPr>
    </w:pPr>
    <w:r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6697202">
    <w:abstractNumId w:val="3"/>
  </w:num>
  <w:num w:numId="2" w16cid:durableId="967199579">
    <w:abstractNumId w:val="1"/>
  </w:num>
  <w:num w:numId="3" w16cid:durableId="163351689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64372751">
    <w:abstractNumId w:val="12"/>
  </w:num>
  <w:num w:numId="5" w16cid:durableId="1904557413">
    <w:abstractNumId w:val="5"/>
  </w:num>
  <w:num w:numId="6" w16cid:durableId="1690721192">
    <w:abstractNumId w:val="7"/>
  </w:num>
  <w:num w:numId="7" w16cid:durableId="57871894">
    <w:abstractNumId w:val="0"/>
  </w:num>
  <w:num w:numId="8" w16cid:durableId="371153990">
    <w:abstractNumId w:val="8"/>
  </w:num>
  <w:num w:numId="9" w16cid:durableId="154378738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821741">
    <w:abstractNumId w:val="7"/>
  </w:num>
  <w:num w:numId="11" w16cid:durableId="845050312">
    <w:abstractNumId w:val="1"/>
  </w:num>
  <w:num w:numId="12" w16cid:durableId="780103697">
    <w:abstractNumId w:val="7"/>
  </w:num>
  <w:num w:numId="13" w16cid:durableId="1599682382">
    <w:abstractNumId w:val="7"/>
  </w:num>
  <w:num w:numId="14" w16cid:durableId="1269847397">
    <w:abstractNumId w:val="7"/>
  </w:num>
  <w:num w:numId="15" w16cid:durableId="1797063171">
    <w:abstractNumId w:val="7"/>
  </w:num>
  <w:num w:numId="16" w16cid:durableId="1262570238">
    <w:abstractNumId w:val="13"/>
  </w:num>
  <w:num w:numId="17" w16cid:durableId="1909881358">
    <w:abstractNumId w:val="3"/>
  </w:num>
  <w:num w:numId="18" w16cid:durableId="718362906">
    <w:abstractNumId w:val="13"/>
  </w:num>
  <w:num w:numId="19" w16cid:durableId="343096125">
    <w:abstractNumId w:val="13"/>
  </w:num>
  <w:num w:numId="20" w16cid:durableId="1819152841">
    <w:abstractNumId w:val="13"/>
  </w:num>
  <w:num w:numId="21" w16cid:durableId="1226454386">
    <w:abstractNumId w:val="13"/>
  </w:num>
  <w:num w:numId="22" w16cid:durableId="609513376">
    <w:abstractNumId w:val="7"/>
  </w:num>
  <w:num w:numId="23" w16cid:durableId="47845238">
    <w:abstractNumId w:val="1"/>
  </w:num>
  <w:num w:numId="24" w16cid:durableId="338897399">
    <w:abstractNumId w:val="7"/>
  </w:num>
  <w:num w:numId="25" w16cid:durableId="1440757233">
    <w:abstractNumId w:val="7"/>
  </w:num>
  <w:num w:numId="26" w16cid:durableId="836504310">
    <w:abstractNumId w:val="7"/>
  </w:num>
  <w:num w:numId="27" w16cid:durableId="223686779">
    <w:abstractNumId w:val="7"/>
  </w:num>
  <w:num w:numId="28" w16cid:durableId="1787770853">
    <w:abstractNumId w:val="13"/>
  </w:num>
  <w:num w:numId="29" w16cid:durableId="670789708">
    <w:abstractNumId w:val="3"/>
  </w:num>
  <w:num w:numId="30" w16cid:durableId="1305432454">
    <w:abstractNumId w:val="13"/>
  </w:num>
  <w:num w:numId="31" w16cid:durableId="363557367">
    <w:abstractNumId w:val="13"/>
  </w:num>
  <w:num w:numId="32" w16cid:durableId="866333609">
    <w:abstractNumId w:val="13"/>
  </w:num>
  <w:num w:numId="33" w16cid:durableId="422385601">
    <w:abstractNumId w:val="13"/>
  </w:num>
  <w:num w:numId="34" w16cid:durableId="133527656">
    <w:abstractNumId w:val="4"/>
  </w:num>
  <w:num w:numId="35" w16cid:durableId="135032431">
    <w:abstractNumId w:val="15"/>
  </w:num>
  <w:num w:numId="36" w16cid:durableId="2145390129">
    <w:abstractNumId w:val="2"/>
  </w:num>
  <w:num w:numId="37" w16cid:durableId="1949775337">
    <w:abstractNumId w:val="14"/>
  </w:num>
  <w:num w:numId="38" w16cid:durableId="1675297237">
    <w:abstractNumId w:val="6"/>
  </w:num>
  <w:num w:numId="39" w16cid:durableId="149881306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29787697">
    <w:abstractNumId w:val="10"/>
  </w:num>
  <w:num w:numId="41" w16cid:durableId="785197220">
    <w:abstractNumId w:val="11"/>
  </w:num>
  <w:num w:numId="42" w16cid:durableId="1030952259">
    <w:abstractNumId w:val="11"/>
  </w:num>
  <w:num w:numId="43" w16cid:durableId="1553610609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507556013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trackRevisions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45E47"/>
    <w:rsid w:val="000717AE"/>
    <w:rsid w:val="00072C1E"/>
    <w:rsid w:val="00077060"/>
    <w:rsid w:val="00086B78"/>
    <w:rsid w:val="00087510"/>
    <w:rsid w:val="00097793"/>
    <w:rsid w:val="000A412D"/>
    <w:rsid w:val="000B5E1C"/>
    <w:rsid w:val="000E23A7"/>
    <w:rsid w:val="000F7070"/>
    <w:rsid w:val="0010693F"/>
    <w:rsid w:val="00113E57"/>
    <w:rsid w:val="00114472"/>
    <w:rsid w:val="00130210"/>
    <w:rsid w:val="00134009"/>
    <w:rsid w:val="001550BC"/>
    <w:rsid w:val="001605B9"/>
    <w:rsid w:val="00170EC5"/>
    <w:rsid w:val="00171BF4"/>
    <w:rsid w:val="001747C1"/>
    <w:rsid w:val="001775D8"/>
    <w:rsid w:val="00177BBA"/>
    <w:rsid w:val="00184743"/>
    <w:rsid w:val="00186799"/>
    <w:rsid w:val="00190137"/>
    <w:rsid w:val="001926C6"/>
    <w:rsid w:val="001E0266"/>
    <w:rsid w:val="001F49FF"/>
    <w:rsid w:val="002038F3"/>
    <w:rsid w:val="002072A0"/>
    <w:rsid w:val="00207DF5"/>
    <w:rsid w:val="002126E7"/>
    <w:rsid w:val="002243A8"/>
    <w:rsid w:val="00225620"/>
    <w:rsid w:val="002305E9"/>
    <w:rsid w:val="0023070F"/>
    <w:rsid w:val="0027438E"/>
    <w:rsid w:val="00280E07"/>
    <w:rsid w:val="00293E5A"/>
    <w:rsid w:val="002C31BF"/>
    <w:rsid w:val="002D08B1"/>
    <w:rsid w:val="002E0CD7"/>
    <w:rsid w:val="002F50CD"/>
    <w:rsid w:val="00304B06"/>
    <w:rsid w:val="0031030C"/>
    <w:rsid w:val="0031280B"/>
    <w:rsid w:val="00321D98"/>
    <w:rsid w:val="003221F2"/>
    <w:rsid w:val="00341DCF"/>
    <w:rsid w:val="003542C2"/>
    <w:rsid w:val="00354C5C"/>
    <w:rsid w:val="00357BC6"/>
    <w:rsid w:val="0036634F"/>
    <w:rsid w:val="00374DD0"/>
    <w:rsid w:val="00375D95"/>
    <w:rsid w:val="003956C6"/>
    <w:rsid w:val="003B596F"/>
    <w:rsid w:val="003E2032"/>
    <w:rsid w:val="003E2FB9"/>
    <w:rsid w:val="00427650"/>
    <w:rsid w:val="00441430"/>
    <w:rsid w:val="00450F07"/>
    <w:rsid w:val="004529BC"/>
    <w:rsid w:val="00453CD3"/>
    <w:rsid w:val="00460660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A53"/>
    <w:rsid w:val="004F20BC"/>
    <w:rsid w:val="004F4B9B"/>
    <w:rsid w:val="004F69EA"/>
    <w:rsid w:val="00500F3F"/>
    <w:rsid w:val="0051019F"/>
    <w:rsid w:val="00511AB9"/>
    <w:rsid w:val="00512183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532C4"/>
    <w:rsid w:val="00654420"/>
    <w:rsid w:val="00660AD3"/>
    <w:rsid w:val="00661802"/>
    <w:rsid w:val="0067790F"/>
    <w:rsid w:val="00677B7F"/>
    <w:rsid w:val="006A5570"/>
    <w:rsid w:val="006A689C"/>
    <w:rsid w:val="006B3D79"/>
    <w:rsid w:val="006C2F26"/>
    <w:rsid w:val="006D0FD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3093B"/>
    <w:rsid w:val="0073741D"/>
    <w:rsid w:val="00743525"/>
    <w:rsid w:val="00750359"/>
    <w:rsid w:val="0076286B"/>
    <w:rsid w:val="00766846"/>
    <w:rsid w:val="0077673A"/>
    <w:rsid w:val="00784411"/>
    <w:rsid w:val="007846E1"/>
    <w:rsid w:val="00790585"/>
    <w:rsid w:val="007B570C"/>
    <w:rsid w:val="007B6D10"/>
    <w:rsid w:val="007C0237"/>
    <w:rsid w:val="007C3297"/>
    <w:rsid w:val="007C589B"/>
    <w:rsid w:val="007E4A6E"/>
    <w:rsid w:val="007E5951"/>
    <w:rsid w:val="007F56A7"/>
    <w:rsid w:val="00807DD0"/>
    <w:rsid w:val="0084684F"/>
    <w:rsid w:val="00861306"/>
    <w:rsid w:val="008659F3"/>
    <w:rsid w:val="00882189"/>
    <w:rsid w:val="00886D4B"/>
    <w:rsid w:val="00895406"/>
    <w:rsid w:val="008A3568"/>
    <w:rsid w:val="008B1A2C"/>
    <w:rsid w:val="008D03B9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087B"/>
    <w:rsid w:val="00962258"/>
    <w:rsid w:val="009678B7"/>
    <w:rsid w:val="009771C9"/>
    <w:rsid w:val="009833E1"/>
    <w:rsid w:val="00992D9C"/>
    <w:rsid w:val="00996617"/>
    <w:rsid w:val="00996CB8"/>
    <w:rsid w:val="009B14A9"/>
    <w:rsid w:val="009B2E97"/>
    <w:rsid w:val="009C16C8"/>
    <w:rsid w:val="009C261E"/>
    <w:rsid w:val="009D3107"/>
    <w:rsid w:val="009E07F4"/>
    <w:rsid w:val="009F392E"/>
    <w:rsid w:val="00A02A21"/>
    <w:rsid w:val="00A05455"/>
    <w:rsid w:val="00A07EA0"/>
    <w:rsid w:val="00A11F91"/>
    <w:rsid w:val="00A134A1"/>
    <w:rsid w:val="00A167E5"/>
    <w:rsid w:val="00A23E99"/>
    <w:rsid w:val="00A327CB"/>
    <w:rsid w:val="00A6177B"/>
    <w:rsid w:val="00A63D48"/>
    <w:rsid w:val="00A66136"/>
    <w:rsid w:val="00A92E7F"/>
    <w:rsid w:val="00A93A74"/>
    <w:rsid w:val="00AA4CBB"/>
    <w:rsid w:val="00AA65FA"/>
    <w:rsid w:val="00AA7351"/>
    <w:rsid w:val="00AB1918"/>
    <w:rsid w:val="00AC1810"/>
    <w:rsid w:val="00AD056F"/>
    <w:rsid w:val="00AD2F9C"/>
    <w:rsid w:val="00AD6731"/>
    <w:rsid w:val="00AF58B0"/>
    <w:rsid w:val="00B14135"/>
    <w:rsid w:val="00B15D0D"/>
    <w:rsid w:val="00B468D2"/>
    <w:rsid w:val="00B658CD"/>
    <w:rsid w:val="00B66A3E"/>
    <w:rsid w:val="00B75EE1"/>
    <w:rsid w:val="00B77481"/>
    <w:rsid w:val="00B8518B"/>
    <w:rsid w:val="00B87D91"/>
    <w:rsid w:val="00B93EF0"/>
    <w:rsid w:val="00B970D2"/>
    <w:rsid w:val="00BC7F8D"/>
    <w:rsid w:val="00BD0B61"/>
    <w:rsid w:val="00BD7E91"/>
    <w:rsid w:val="00C02D0A"/>
    <w:rsid w:val="00C03A6E"/>
    <w:rsid w:val="00C044EE"/>
    <w:rsid w:val="00C15E30"/>
    <w:rsid w:val="00C228EE"/>
    <w:rsid w:val="00C3428A"/>
    <w:rsid w:val="00C44F6A"/>
    <w:rsid w:val="00C47AE3"/>
    <w:rsid w:val="00C636FB"/>
    <w:rsid w:val="00C6546B"/>
    <w:rsid w:val="00C87B78"/>
    <w:rsid w:val="00CD1FC4"/>
    <w:rsid w:val="00CF53B5"/>
    <w:rsid w:val="00D21061"/>
    <w:rsid w:val="00D247B3"/>
    <w:rsid w:val="00D36B10"/>
    <w:rsid w:val="00D4108E"/>
    <w:rsid w:val="00D6163D"/>
    <w:rsid w:val="00D73D46"/>
    <w:rsid w:val="00D831A3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A4D81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4D9"/>
    <w:rsid w:val="00F86BA6"/>
    <w:rsid w:val="00F92C76"/>
    <w:rsid w:val="00FA5E88"/>
    <w:rsid w:val="00FB5B41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AAC4866-9FDF-47C1-8341-BFF14655262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4</TotalTime>
  <Pages>8</Pages>
  <Words>1246</Words>
  <Characters>7352</Characters>
  <Application>Microsoft Office Word</Application>
  <DocSecurity>0</DocSecurity>
  <Lines>61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Kleprlíková Hana, Bc.</cp:lastModifiedBy>
  <cp:revision>9</cp:revision>
  <cp:lastPrinted>2023-10-05T09:40:00Z</cp:lastPrinted>
  <dcterms:created xsi:type="dcterms:W3CDTF">2024-06-24T13:08:00Z</dcterms:created>
  <dcterms:modified xsi:type="dcterms:W3CDTF">2024-08-05T10:30:00Z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